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BA4DB9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2C50D0">
        <w:rPr>
          <w:rFonts w:cs="Arial"/>
          <w:b/>
        </w:rPr>
        <w:t>7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BA4DB9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2C50D0">
        <w:rPr>
          <w:rFonts w:cs="Arial"/>
          <w:b/>
        </w:rPr>
        <w:t>10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5206D8">
        <w:rPr>
          <w:rFonts w:cs="Arial"/>
          <w:b/>
        </w:rPr>
        <w:t>9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BA4DB9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 xml:space="preserve">PLL nº </w:t>
      </w:r>
      <w:r w:rsidR="008642F6">
        <w:rPr>
          <w:rFonts w:cs="Arial"/>
          <w:b/>
          <w:color w:val="000000"/>
          <w:u w:val="single"/>
        </w:rPr>
        <w:t>1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104A8F">
        <w:rPr>
          <w:rFonts w:cs="Arial"/>
          <w:b/>
          <w:color w:val="000000"/>
          <w:u w:val="single"/>
        </w:rPr>
        <w:t xml:space="preserve"> - com Substitutivo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="00104A8F">
        <w:rPr>
          <w:rFonts w:cs="Arial"/>
          <w:color w:val="000000"/>
          <w:u w:val="single"/>
        </w:rPr>
        <w:t xml:space="preserve"> do Substitutivo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</w:t>
      </w:r>
      <w:r w:rsidR="00104A8F">
        <w:rPr>
          <w:rFonts w:cs="Arial"/>
          <w:color w:val="000000"/>
        </w:rPr>
        <w:t>es</w:t>
      </w:r>
      <w:r>
        <w:rPr>
          <w:rFonts w:cs="Arial"/>
          <w:color w:val="000000"/>
        </w:rPr>
        <w:t xml:space="preserve"> </w:t>
      </w:r>
      <w:r w:rsidR="00104A8F">
        <w:rPr>
          <w:rFonts w:cs="Arial"/>
          <w:color w:val="000000"/>
        </w:rPr>
        <w:t>Valmir do Parque Meia Lua e Jean Araújo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04A8F" w:rsidRPr="00104A8F">
        <w:rPr>
          <w:rFonts w:cs="Arial"/>
          <w:color w:val="000000"/>
        </w:rPr>
        <w:t>Declara de utilidade pública a Associação Atlética Família Nova Jacareí.</w:t>
      </w:r>
    </w:p>
    <w:p w:rsidR="00997142" w:rsidRDefault="009971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8642F6">
        <w:rPr>
          <w:rFonts w:cs="Arial"/>
          <w:b/>
          <w:color w:val="000000"/>
          <w:u w:val="single"/>
        </w:rPr>
        <w:t>60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8642F6">
        <w:rPr>
          <w:rFonts w:cs="Arial"/>
          <w:color w:val="000000"/>
        </w:rPr>
        <w:t>Vereador Paulinho dos Condutores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8642F6" w:rsidRPr="00711819">
        <w:rPr>
          <w:rFonts w:cs="Arial"/>
          <w:color w:val="000000"/>
        </w:rPr>
        <w:t>Altera a redação da Lei 6.226/2018, que dispõe sobre regras gerais de moralidade administrativa para investidura dos agentes públicos no âmbito da Administração Pública Direta e Indireta do Município de Jacareí, e estabelece situações impeditivas a nomeação, nos termos em que específica</w:t>
      </w:r>
      <w:r w:rsidR="00997142" w:rsidRPr="00997142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642F6" w:rsidRPr="00F967F8" w:rsidRDefault="008642F6" w:rsidP="008642F6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3</w:t>
      </w:r>
      <w:r>
        <w:rPr>
          <w:rFonts w:cs="Arial"/>
          <w:b/>
          <w:color w:val="000000"/>
          <w:u w:val="single"/>
        </w:rPr>
        <w:t>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8642F6" w:rsidRPr="00F967F8" w:rsidRDefault="008642F6" w:rsidP="008642F6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>
        <w:rPr>
          <w:rFonts w:cs="Arial"/>
          <w:color w:val="000000"/>
        </w:rPr>
        <w:t>Juex</w:t>
      </w:r>
      <w:proofErr w:type="spellEnd"/>
      <w:r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8642F6" w:rsidRDefault="008642F6" w:rsidP="008642F6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8642F6">
        <w:rPr>
          <w:rFonts w:cs="Arial"/>
          <w:color w:val="000000"/>
        </w:rPr>
        <w:t>Dispõe sobre a obrigatoriedade de execução semanal do Hino Nacional Brasileiro e do Hino Oficial do Município de Jacareí nas instituições de ensino fundamental públicas e privadas do Município de Jacareí, e dá outras providências.</w:t>
      </w:r>
    </w:p>
    <w:p w:rsidR="008642F6" w:rsidRDefault="008642F6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>PLL nº 4</w:t>
      </w:r>
      <w:r w:rsidR="00596B82">
        <w:rPr>
          <w:rFonts w:cs="Arial"/>
          <w:b/>
          <w:color w:val="000000"/>
          <w:u w:val="single"/>
        </w:rPr>
        <w:t>6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596B82"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596B82">
        <w:rPr>
          <w:rFonts w:cs="Arial"/>
          <w:color w:val="000000"/>
        </w:rPr>
        <w:t>Vereadora Maria Amélia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596B82" w:rsidRPr="00596B82">
        <w:rPr>
          <w:rFonts w:cs="Arial"/>
          <w:color w:val="000000"/>
        </w:rPr>
        <w:t>Reconhece a prática do grafite e do muralismo como manifestações artísticas de valor cultural na ação denominada "MURO LEGAL", declara o grafite e o muralismo como Patrimônio Cultural do Município de Jacareí, fixa permissões para pintura de grafite e muralismo, cria o Programa de Incentivo ao Grafite, Muralismo e Demais Artes Visuais e dá outras providências.</w:t>
      </w:r>
    </w:p>
    <w:p w:rsidR="008642F6" w:rsidRDefault="008642F6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</w:p>
    <w:p w:rsidR="00711819" w:rsidRPr="00F967F8" w:rsidRDefault="00711819" w:rsidP="00711819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lastRenderedPageBreak/>
        <w:t xml:space="preserve">Discussão única do </w:t>
      </w:r>
      <w:r>
        <w:rPr>
          <w:rFonts w:cs="Arial"/>
          <w:b/>
          <w:color w:val="000000"/>
          <w:u w:val="single"/>
        </w:rPr>
        <w:t xml:space="preserve">PLL nº </w:t>
      </w:r>
      <w:r w:rsidR="008642F6">
        <w:rPr>
          <w:rFonts w:cs="Arial"/>
          <w:b/>
          <w:color w:val="000000"/>
          <w:u w:val="single"/>
        </w:rPr>
        <w:t>13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8642F6">
        <w:rPr>
          <w:rFonts w:cs="Arial"/>
          <w:b/>
          <w:color w:val="000000"/>
          <w:u w:val="single"/>
        </w:rPr>
        <w:t xml:space="preserve"> - com Emenda</w:t>
      </w:r>
    </w:p>
    <w:p w:rsidR="00711819" w:rsidRPr="00F967F8" w:rsidRDefault="00711819" w:rsidP="00711819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8642F6">
        <w:rPr>
          <w:rFonts w:cs="Arial"/>
          <w:color w:val="000000"/>
        </w:rPr>
        <w:t>Vereador Hernani Barreto</w:t>
      </w:r>
      <w:r w:rsidRPr="00F967F8">
        <w:rPr>
          <w:rFonts w:cs="Arial"/>
          <w:color w:val="000000"/>
        </w:rPr>
        <w:t>.</w:t>
      </w:r>
    </w:p>
    <w:p w:rsidR="00711819" w:rsidRDefault="00711819" w:rsidP="00711819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8642F6" w:rsidRPr="008642F6">
        <w:rPr>
          <w:rFonts w:cs="Arial"/>
          <w:color w:val="000000"/>
        </w:rPr>
        <w:t>Institui o "Banco de Ração e Utensílios para Animais" e dá outras providências.</w:t>
      </w:r>
    </w:p>
    <w:p w:rsidR="009E7535" w:rsidRDefault="009E7535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7</w:t>
      </w:r>
      <w:r w:rsidRPr="00AE33AB">
        <w:rPr>
          <w:rFonts w:cs="Arial"/>
          <w:b/>
          <w:color w:val="000000"/>
          <w:u w:val="single"/>
        </w:rPr>
        <w:t>/2025 - Projeto de Lei do Executivo</w:t>
      </w:r>
      <w:r w:rsidR="008642F6">
        <w:rPr>
          <w:rFonts w:cs="Arial"/>
          <w:b/>
          <w:color w:val="000000"/>
          <w:u w:val="single"/>
        </w:rPr>
        <w:t xml:space="preserve"> - com Emenda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Dispõe sobre o plano de incentivo a projetos habitacionais de interesse social vinculado ao programa federal "Minha Casa, Minha Vida", nos termos da Lei Federal nº 14.620, de 13 de julho de 2023, e Portaria de nº 724, de 15 de junho de 2023, do Ministério das Ci</w:t>
      </w:r>
      <w:r>
        <w:rPr>
          <w:rFonts w:cs="Arial"/>
          <w:color w:val="000000"/>
        </w:rPr>
        <w:t>dades, e dá outras providências</w:t>
      </w:r>
      <w:r w:rsidRPr="00711819">
        <w:rPr>
          <w:rFonts w:cs="Arial"/>
          <w:color w:val="000000"/>
        </w:rPr>
        <w:t>.</w:t>
      </w: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642F6" w:rsidRPr="00F967F8" w:rsidRDefault="008642F6" w:rsidP="008642F6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4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:rsidR="008642F6" w:rsidRPr="00F967F8" w:rsidRDefault="008642F6" w:rsidP="008642F6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8642F6" w:rsidRDefault="008642F6" w:rsidP="008642F6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8642F6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642F6" w:rsidRPr="00F967F8" w:rsidRDefault="008642F6" w:rsidP="008642F6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9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:rsidR="008642F6" w:rsidRPr="00F967F8" w:rsidRDefault="008642F6" w:rsidP="008642F6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  <w:bookmarkStart w:id="0" w:name="_GoBack"/>
      <w:bookmarkEnd w:id="0"/>
    </w:p>
    <w:p w:rsidR="008642F6" w:rsidRDefault="008642F6" w:rsidP="008642F6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8642F6">
        <w:rPr>
          <w:rFonts w:cs="Arial"/>
          <w:color w:val="000000"/>
        </w:rPr>
        <w:t>Dispõe sobre criação do Projeto para extinção de veículos de tração animal para fins econômicos no Município de Jacareí e dá outras providências.</w:t>
      </w: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8642F6" w:rsidRDefault="008642F6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  <w:proofErr w:type="gramStart"/>
      <w:r w:rsidR="008642F6" w:rsidRPr="006F704F">
        <w:rPr>
          <w:rFonts w:cs="Arial"/>
        </w:rPr>
        <w:tab/>
        <w:t>(</w:t>
      </w:r>
      <w:proofErr w:type="gramEnd"/>
      <w:r w:rsidR="008642F6" w:rsidRPr="006F704F">
        <w:rPr>
          <w:rFonts w:cs="Arial"/>
        </w:rPr>
        <w:t>LEITURA DA BÍBLIA)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8642F6" w:rsidRDefault="008642F6" w:rsidP="008642F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8642F6">
        <w:rPr>
          <w:rFonts w:cs="Arial"/>
        </w:rPr>
        <w:t>5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8642F6">
        <w:rPr>
          <w:rFonts w:cs="Arial"/>
        </w:rPr>
        <w:t>setembro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49D" w:rsidRDefault="00B5549D">
      <w:r>
        <w:separator/>
      </w:r>
    </w:p>
  </w:endnote>
  <w:endnote w:type="continuationSeparator" w:id="0">
    <w:p w:rsidR="00B5549D" w:rsidRDefault="00B55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49D" w:rsidRDefault="00B5549D">
      <w:r>
        <w:separator/>
      </w:r>
    </w:p>
  </w:footnote>
  <w:footnote w:type="continuationSeparator" w:id="0">
    <w:p w:rsidR="00B5549D" w:rsidRDefault="00B55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8642F6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8642F6">
      <w:rPr>
        <w:rFonts w:cs="Arial"/>
        <w:b/>
        <w:sz w:val="20"/>
        <w:szCs w:val="20"/>
        <w:u w:val="single"/>
      </w:rPr>
      <w:t>1</w:t>
    </w:r>
    <w:r w:rsidR="00057CF2">
      <w:rPr>
        <w:rFonts w:cs="Arial"/>
        <w:b/>
        <w:sz w:val="20"/>
        <w:szCs w:val="20"/>
        <w:u w:val="single"/>
      </w:rPr>
      <w:t>0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057CF2">
      <w:rPr>
        <w:rFonts w:cs="Arial"/>
        <w:b/>
        <w:sz w:val="20"/>
        <w:szCs w:val="20"/>
        <w:u w:val="single"/>
      </w:rPr>
      <w:t>9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8642F6">
      <w:rPr>
        <w:rFonts w:cs="Arial"/>
        <w:b/>
        <w:noProof/>
        <w:sz w:val="20"/>
        <w:szCs w:val="20"/>
        <w:u w:val="single"/>
      </w:rPr>
      <w:t>03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8642F6">
      <w:rPr>
        <w:rFonts w:cs="Arial"/>
        <w:b/>
        <w:noProof/>
        <w:sz w:val="20"/>
        <w:szCs w:val="20"/>
        <w:u w:val="single"/>
      </w:rPr>
      <w:t>03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2F6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1064-BD48-4BB6-B316-CC37B18A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16</TotalTime>
  <Pages>3</Pages>
  <Words>603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</cp:revision>
  <cp:lastPrinted>2025-08-27T18:00:00Z</cp:lastPrinted>
  <dcterms:created xsi:type="dcterms:W3CDTF">2025-08-29T14:55:00Z</dcterms:created>
  <dcterms:modified xsi:type="dcterms:W3CDTF">2025-09-03T20:07:00Z</dcterms:modified>
</cp:coreProperties>
</file>